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422ECD" w14:textId="77777777" w:rsidTr="00F862D6">
        <w:tc>
          <w:tcPr>
            <w:tcW w:w="1020" w:type="dxa"/>
          </w:tcPr>
          <w:p w14:paraId="62C4567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1E58030" wp14:editId="29BA4478">
                      <wp:simplePos x="0" y="0"/>
                      <wp:positionH relativeFrom="page">
                        <wp:posOffset>2777490</wp:posOffset>
                      </wp:positionH>
                      <wp:positionV relativeFrom="page">
                        <wp:posOffset>182880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58CDDB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580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8.7pt;margin-top:14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aa4k9t4AAAAKAQAADwAAAGRycy9kb3du&#10;cmV2LnhtbEyPQU+DQBCF7yb+h82YeLML2FpCWZpq7NkIHjxu2Slg2VnCblvk1zue9DiZL+99L99O&#10;thcXHH3nSEG8iEAg1c501Cj4qPYPKQgfNBndO0IF3+hhW9ze5Doz7krveClDIziEfKYVtCEMmZS+&#10;btFqv3ADEv+ObrQ68Dk20oz6yuG2l0kUPUmrO+KGVg/40mJ9Ks+We131epp3QVb7Gstns5q/3j5n&#10;pe7vpt0GRMAp/MHwq8/qULDTwZ3JeNErWD6ul4wqSFKewEAarxMQByZXcQK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GmuJPb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2C58CDDB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13738DB" w14:textId="77777777" w:rsidR="00F64786" w:rsidRDefault="00F64786" w:rsidP="0077673A"/>
        </w:tc>
        <w:tc>
          <w:tcPr>
            <w:tcW w:w="823" w:type="dxa"/>
          </w:tcPr>
          <w:p w14:paraId="5E8CE08E" w14:textId="77777777" w:rsidR="00F64786" w:rsidRDefault="00F64786" w:rsidP="0077673A"/>
        </w:tc>
        <w:tc>
          <w:tcPr>
            <w:tcW w:w="3685" w:type="dxa"/>
          </w:tcPr>
          <w:p w14:paraId="5D8F8DDD" w14:textId="77777777" w:rsidR="00F64786" w:rsidRDefault="00F64786" w:rsidP="0077673A"/>
        </w:tc>
      </w:tr>
      <w:tr w:rsidR="00F862D6" w14:paraId="2DE93010" w14:textId="77777777" w:rsidTr="00596C7E">
        <w:tc>
          <w:tcPr>
            <w:tcW w:w="1020" w:type="dxa"/>
          </w:tcPr>
          <w:p w14:paraId="710A4E4E" w14:textId="77777777" w:rsidR="00F862D6" w:rsidRDefault="00F862D6" w:rsidP="0077673A"/>
        </w:tc>
        <w:tc>
          <w:tcPr>
            <w:tcW w:w="2552" w:type="dxa"/>
          </w:tcPr>
          <w:p w14:paraId="336AEC64" w14:textId="77777777" w:rsidR="00F862D6" w:rsidRDefault="00F862D6" w:rsidP="00764595"/>
        </w:tc>
        <w:tc>
          <w:tcPr>
            <w:tcW w:w="823" w:type="dxa"/>
          </w:tcPr>
          <w:p w14:paraId="27FB7B17" w14:textId="77777777" w:rsidR="00F862D6" w:rsidRDefault="00F862D6" w:rsidP="0077673A"/>
        </w:tc>
        <w:tc>
          <w:tcPr>
            <w:tcW w:w="3685" w:type="dxa"/>
            <w:vMerge w:val="restart"/>
          </w:tcPr>
          <w:p w14:paraId="75ADF51F" w14:textId="77777777" w:rsidR="00596C7E" w:rsidRDefault="00596C7E" w:rsidP="00596C7E">
            <w:pPr>
              <w:rPr>
                <w:rStyle w:val="Potovnadresa"/>
              </w:rPr>
            </w:pPr>
          </w:p>
          <w:p w14:paraId="2DA1A95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62270" w14:paraId="552AC2A4" w14:textId="77777777" w:rsidTr="00F862D6">
        <w:tc>
          <w:tcPr>
            <w:tcW w:w="1020" w:type="dxa"/>
          </w:tcPr>
          <w:p w14:paraId="65E5B305" w14:textId="131946BF" w:rsidR="00D62270" w:rsidRPr="00FC700B" w:rsidRDefault="00D62270" w:rsidP="00D62270">
            <w:r w:rsidRPr="00FC700B">
              <w:t>Naše zn.</w:t>
            </w:r>
          </w:p>
        </w:tc>
        <w:tc>
          <w:tcPr>
            <w:tcW w:w="2552" w:type="dxa"/>
          </w:tcPr>
          <w:p w14:paraId="3811C585" w14:textId="6DA434AB" w:rsidR="00D62270" w:rsidRPr="00FC700B" w:rsidRDefault="00E97CB7" w:rsidP="00D62270">
            <w:r w:rsidRPr="00FC700B">
              <w:rPr>
                <w:rFonts w:ascii="Helvetica" w:hAnsi="Helvetica"/>
              </w:rPr>
              <w:t>1</w:t>
            </w:r>
            <w:r w:rsidR="00FC700B" w:rsidRPr="00FC700B">
              <w:rPr>
                <w:rFonts w:ascii="Helvetica" w:hAnsi="Helvetica"/>
              </w:rPr>
              <w:t>2126</w:t>
            </w:r>
            <w:r w:rsidR="00D62270" w:rsidRPr="00FC700B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14:paraId="1CD35F14" w14:textId="77777777" w:rsidR="00D62270" w:rsidRDefault="00D62270" w:rsidP="00D62270"/>
        </w:tc>
        <w:tc>
          <w:tcPr>
            <w:tcW w:w="3685" w:type="dxa"/>
            <w:vMerge/>
          </w:tcPr>
          <w:p w14:paraId="73F33AFC" w14:textId="77777777" w:rsidR="00D62270" w:rsidRDefault="00D62270" w:rsidP="00D62270"/>
        </w:tc>
      </w:tr>
      <w:tr w:rsidR="00D62270" w14:paraId="15A0329D" w14:textId="77777777" w:rsidTr="00F862D6">
        <w:tc>
          <w:tcPr>
            <w:tcW w:w="1020" w:type="dxa"/>
          </w:tcPr>
          <w:p w14:paraId="6479F966" w14:textId="775EC29F" w:rsidR="00D62270" w:rsidRPr="00FC700B" w:rsidRDefault="00D62270" w:rsidP="00D62270">
            <w:r w:rsidRPr="00FC700B">
              <w:t>Listů/příloh</w:t>
            </w:r>
          </w:p>
        </w:tc>
        <w:tc>
          <w:tcPr>
            <w:tcW w:w="2552" w:type="dxa"/>
          </w:tcPr>
          <w:p w14:paraId="3661A681" w14:textId="020E28B5" w:rsidR="00D62270" w:rsidRPr="00FC700B" w:rsidRDefault="000E2EDA" w:rsidP="00D62270">
            <w:r w:rsidRPr="00FC700B">
              <w:t>1</w:t>
            </w:r>
            <w:r w:rsidR="00D62270" w:rsidRPr="00FC700B">
              <w:t>/</w:t>
            </w:r>
            <w:r w:rsidR="009523E9" w:rsidRPr="00FC700B">
              <w:t>1</w:t>
            </w:r>
          </w:p>
        </w:tc>
        <w:tc>
          <w:tcPr>
            <w:tcW w:w="823" w:type="dxa"/>
          </w:tcPr>
          <w:p w14:paraId="5B3D84A5" w14:textId="77777777" w:rsidR="00D62270" w:rsidRDefault="00D62270" w:rsidP="00D62270"/>
        </w:tc>
        <w:tc>
          <w:tcPr>
            <w:tcW w:w="3685" w:type="dxa"/>
            <w:vMerge/>
          </w:tcPr>
          <w:p w14:paraId="6216895A" w14:textId="77777777" w:rsidR="00D62270" w:rsidRDefault="00D62270" w:rsidP="00D62270">
            <w:pPr>
              <w:rPr>
                <w:noProof/>
              </w:rPr>
            </w:pPr>
          </w:p>
        </w:tc>
      </w:tr>
      <w:tr w:rsidR="00D62270" w14:paraId="11F48E19" w14:textId="77777777" w:rsidTr="00B23CA3">
        <w:trPr>
          <w:trHeight w:val="77"/>
        </w:trPr>
        <w:tc>
          <w:tcPr>
            <w:tcW w:w="1020" w:type="dxa"/>
          </w:tcPr>
          <w:p w14:paraId="3DC2809C" w14:textId="77777777" w:rsidR="00D62270" w:rsidRDefault="00D62270" w:rsidP="00D62270"/>
        </w:tc>
        <w:tc>
          <w:tcPr>
            <w:tcW w:w="2552" w:type="dxa"/>
          </w:tcPr>
          <w:p w14:paraId="69CCB6C3" w14:textId="77777777" w:rsidR="00D62270" w:rsidRPr="003E6B9A" w:rsidRDefault="00D62270" w:rsidP="00D62270"/>
        </w:tc>
        <w:tc>
          <w:tcPr>
            <w:tcW w:w="823" w:type="dxa"/>
          </w:tcPr>
          <w:p w14:paraId="6D8C4BBA" w14:textId="77777777" w:rsidR="00D62270" w:rsidRDefault="00D62270" w:rsidP="00D62270"/>
        </w:tc>
        <w:tc>
          <w:tcPr>
            <w:tcW w:w="3685" w:type="dxa"/>
            <w:vMerge/>
          </w:tcPr>
          <w:p w14:paraId="3A420632" w14:textId="77777777" w:rsidR="00D62270" w:rsidRDefault="00D62270" w:rsidP="00D62270"/>
        </w:tc>
      </w:tr>
      <w:tr w:rsidR="00D62270" w14:paraId="5E404396" w14:textId="77777777" w:rsidTr="00F862D6">
        <w:tc>
          <w:tcPr>
            <w:tcW w:w="1020" w:type="dxa"/>
          </w:tcPr>
          <w:p w14:paraId="6DFC1811" w14:textId="677A1963" w:rsidR="00D62270" w:rsidRDefault="00D62270" w:rsidP="00D62270">
            <w:r>
              <w:t>Vyřizuje</w:t>
            </w:r>
          </w:p>
        </w:tc>
        <w:tc>
          <w:tcPr>
            <w:tcW w:w="2552" w:type="dxa"/>
          </w:tcPr>
          <w:p w14:paraId="7B342CD9" w14:textId="522CE71F" w:rsidR="00D62270" w:rsidRPr="003E6B9A" w:rsidRDefault="00D62270" w:rsidP="00D62270">
            <w:r w:rsidRPr="00E73E05">
              <w:t>JUDr. Jaroslav Klimeš</w:t>
            </w:r>
          </w:p>
        </w:tc>
        <w:tc>
          <w:tcPr>
            <w:tcW w:w="823" w:type="dxa"/>
          </w:tcPr>
          <w:p w14:paraId="1BA97799" w14:textId="77777777" w:rsidR="00D62270" w:rsidRDefault="00D62270" w:rsidP="00D62270"/>
        </w:tc>
        <w:tc>
          <w:tcPr>
            <w:tcW w:w="3685" w:type="dxa"/>
            <w:vMerge/>
          </w:tcPr>
          <w:p w14:paraId="4F5DD850" w14:textId="77777777" w:rsidR="00D62270" w:rsidRDefault="00D62270" w:rsidP="00D62270"/>
        </w:tc>
      </w:tr>
      <w:tr w:rsidR="00D62270" w14:paraId="6C872DFC" w14:textId="77777777" w:rsidTr="00F862D6">
        <w:tc>
          <w:tcPr>
            <w:tcW w:w="1020" w:type="dxa"/>
          </w:tcPr>
          <w:p w14:paraId="626DB91E" w14:textId="77777777" w:rsidR="00D62270" w:rsidRDefault="00D62270" w:rsidP="00D62270"/>
        </w:tc>
        <w:tc>
          <w:tcPr>
            <w:tcW w:w="2552" w:type="dxa"/>
          </w:tcPr>
          <w:p w14:paraId="266395C2" w14:textId="77777777" w:rsidR="00D62270" w:rsidRPr="003E6B9A" w:rsidRDefault="00D62270" w:rsidP="00D62270"/>
        </w:tc>
        <w:tc>
          <w:tcPr>
            <w:tcW w:w="823" w:type="dxa"/>
          </w:tcPr>
          <w:p w14:paraId="5574EF7E" w14:textId="77777777" w:rsidR="00D62270" w:rsidRDefault="00D62270" w:rsidP="00D62270"/>
        </w:tc>
        <w:tc>
          <w:tcPr>
            <w:tcW w:w="3685" w:type="dxa"/>
            <w:vMerge/>
          </w:tcPr>
          <w:p w14:paraId="0214A193" w14:textId="77777777" w:rsidR="00D62270" w:rsidRDefault="00D62270" w:rsidP="00D62270"/>
        </w:tc>
      </w:tr>
      <w:tr w:rsidR="00D62270" w14:paraId="6297EB1C" w14:textId="77777777" w:rsidTr="00F862D6">
        <w:tc>
          <w:tcPr>
            <w:tcW w:w="1020" w:type="dxa"/>
          </w:tcPr>
          <w:p w14:paraId="18FC157C" w14:textId="0DF29A8B" w:rsidR="00D62270" w:rsidRDefault="00D62270" w:rsidP="00D62270">
            <w:r>
              <w:t>Mobil</w:t>
            </w:r>
          </w:p>
        </w:tc>
        <w:tc>
          <w:tcPr>
            <w:tcW w:w="2552" w:type="dxa"/>
          </w:tcPr>
          <w:p w14:paraId="19D1070C" w14:textId="2F1F807E" w:rsidR="00D62270" w:rsidRPr="003E6B9A" w:rsidRDefault="00D62270" w:rsidP="00D62270">
            <w:r w:rsidRPr="00E73E05">
              <w:t>+420 722 819 305</w:t>
            </w:r>
          </w:p>
        </w:tc>
        <w:tc>
          <w:tcPr>
            <w:tcW w:w="823" w:type="dxa"/>
          </w:tcPr>
          <w:p w14:paraId="03081867" w14:textId="77777777" w:rsidR="00D62270" w:rsidRDefault="00D62270" w:rsidP="00D62270"/>
        </w:tc>
        <w:tc>
          <w:tcPr>
            <w:tcW w:w="3685" w:type="dxa"/>
            <w:vMerge/>
          </w:tcPr>
          <w:p w14:paraId="689CCE01" w14:textId="77777777" w:rsidR="00D62270" w:rsidRDefault="00D62270" w:rsidP="00D62270"/>
        </w:tc>
      </w:tr>
      <w:tr w:rsidR="00D62270" w14:paraId="392F0E37" w14:textId="77777777" w:rsidTr="00F862D6">
        <w:tc>
          <w:tcPr>
            <w:tcW w:w="1020" w:type="dxa"/>
          </w:tcPr>
          <w:p w14:paraId="79236D7B" w14:textId="6A4D22DD" w:rsidR="00D62270" w:rsidRDefault="00D62270" w:rsidP="00D62270">
            <w:r>
              <w:t>E-mail</w:t>
            </w:r>
          </w:p>
        </w:tc>
        <w:tc>
          <w:tcPr>
            <w:tcW w:w="2552" w:type="dxa"/>
          </w:tcPr>
          <w:p w14:paraId="5F2BFF7E" w14:textId="2C3F671B" w:rsidR="00D62270" w:rsidRPr="003E6B9A" w:rsidRDefault="00D62270" w:rsidP="00D62270">
            <w:r w:rsidRPr="00E73E05">
              <w:t>KlimesJa@spravazeleznic.cz</w:t>
            </w:r>
          </w:p>
        </w:tc>
        <w:tc>
          <w:tcPr>
            <w:tcW w:w="823" w:type="dxa"/>
          </w:tcPr>
          <w:p w14:paraId="35F56FB2" w14:textId="77777777" w:rsidR="00D62270" w:rsidRDefault="00D62270" w:rsidP="00D62270"/>
        </w:tc>
        <w:tc>
          <w:tcPr>
            <w:tcW w:w="3685" w:type="dxa"/>
            <w:vMerge/>
          </w:tcPr>
          <w:p w14:paraId="23CAE139" w14:textId="77777777" w:rsidR="00D62270" w:rsidRDefault="00D62270" w:rsidP="00D62270"/>
        </w:tc>
      </w:tr>
      <w:tr w:rsidR="00D62270" w14:paraId="4CB965C0" w14:textId="77777777" w:rsidTr="00F862D6">
        <w:tc>
          <w:tcPr>
            <w:tcW w:w="1020" w:type="dxa"/>
          </w:tcPr>
          <w:p w14:paraId="5D412AE5" w14:textId="77777777" w:rsidR="00D62270" w:rsidRDefault="00D62270" w:rsidP="00D62270"/>
        </w:tc>
        <w:tc>
          <w:tcPr>
            <w:tcW w:w="2552" w:type="dxa"/>
          </w:tcPr>
          <w:p w14:paraId="28178802" w14:textId="77777777" w:rsidR="00D62270" w:rsidRPr="003E6B9A" w:rsidRDefault="00D62270" w:rsidP="00D62270"/>
        </w:tc>
        <w:tc>
          <w:tcPr>
            <w:tcW w:w="823" w:type="dxa"/>
          </w:tcPr>
          <w:p w14:paraId="29C96F06" w14:textId="77777777" w:rsidR="00D62270" w:rsidRDefault="00D62270" w:rsidP="00D62270"/>
        </w:tc>
        <w:tc>
          <w:tcPr>
            <w:tcW w:w="3685" w:type="dxa"/>
          </w:tcPr>
          <w:p w14:paraId="2FB4F8CC" w14:textId="77777777" w:rsidR="00D62270" w:rsidRDefault="00D62270" w:rsidP="00D62270"/>
        </w:tc>
      </w:tr>
      <w:tr w:rsidR="00D62270" w14:paraId="67BD1174" w14:textId="77777777" w:rsidTr="00F862D6">
        <w:tc>
          <w:tcPr>
            <w:tcW w:w="1020" w:type="dxa"/>
          </w:tcPr>
          <w:p w14:paraId="7F816710" w14:textId="56117962" w:rsidR="00D62270" w:rsidRDefault="00D62270" w:rsidP="00D6227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25BDBBB" w14:textId="0D69F7A7" w:rsidR="00D62270" w:rsidRPr="003E6B9A" w:rsidRDefault="00D62270" w:rsidP="00D6227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B1622">
              <w:rPr>
                <w:noProof/>
              </w:rPr>
              <w:t>11.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90965C8" w14:textId="77777777" w:rsidR="00D62270" w:rsidRDefault="00D62270" w:rsidP="00D62270"/>
        </w:tc>
        <w:tc>
          <w:tcPr>
            <w:tcW w:w="3685" w:type="dxa"/>
          </w:tcPr>
          <w:p w14:paraId="3892831F" w14:textId="77777777" w:rsidR="00D62270" w:rsidRDefault="00D62270" w:rsidP="00D62270"/>
        </w:tc>
      </w:tr>
      <w:tr w:rsidR="00F64786" w14:paraId="5A8C4EE0" w14:textId="77777777" w:rsidTr="00F862D6">
        <w:tc>
          <w:tcPr>
            <w:tcW w:w="1020" w:type="dxa"/>
          </w:tcPr>
          <w:p w14:paraId="5B537D22" w14:textId="77777777" w:rsidR="00F64786" w:rsidRDefault="00F64786" w:rsidP="0077673A"/>
        </w:tc>
        <w:tc>
          <w:tcPr>
            <w:tcW w:w="2552" w:type="dxa"/>
          </w:tcPr>
          <w:p w14:paraId="2CF4741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9158D8A" w14:textId="77777777" w:rsidR="00F64786" w:rsidRDefault="00F64786" w:rsidP="0077673A"/>
        </w:tc>
        <w:tc>
          <w:tcPr>
            <w:tcW w:w="3685" w:type="dxa"/>
          </w:tcPr>
          <w:p w14:paraId="0AE3A70D" w14:textId="77777777" w:rsidR="00F64786" w:rsidRDefault="00F64786" w:rsidP="0077673A"/>
        </w:tc>
      </w:tr>
      <w:tr w:rsidR="00F862D6" w14:paraId="1C2C7B1F" w14:textId="77777777" w:rsidTr="00B45E9E">
        <w:trPr>
          <w:trHeight w:val="794"/>
        </w:trPr>
        <w:tc>
          <w:tcPr>
            <w:tcW w:w="1020" w:type="dxa"/>
          </w:tcPr>
          <w:p w14:paraId="53BAC735" w14:textId="77777777" w:rsidR="00F862D6" w:rsidRDefault="00F862D6" w:rsidP="0077673A"/>
        </w:tc>
        <w:tc>
          <w:tcPr>
            <w:tcW w:w="2552" w:type="dxa"/>
          </w:tcPr>
          <w:p w14:paraId="3F79224E" w14:textId="77777777" w:rsidR="00F862D6" w:rsidRDefault="00F862D6" w:rsidP="00F310F8"/>
        </w:tc>
        <w:tc>
          <w:tcPr>
            <w:tcW w:w="823" w:type="dxa"/>
          </w:tcPr>
          <w:p w14:paraId="2525F350" w14:textId="77777777" w:rsidR="00F862D6" w:rsidRDefault="00F862D6" w:rsidP="0077673A"/>
        </w:tc>
        <w:tc>
          <w:tcPr>
            <w:tcW w:w="3685" w:type="dxa"/>
          </w:tcPr>
          <w:p w14:paraId="3BF409E5" w14:textId="77777777" w:rsidR="00F862D6" w:rsidRDefault="00F862D6" w:rsidP="0077673A"/>
        </w:tc>
      </w:tr>
    </w:tbl>
    <w:p w14:paraId="717C216F" w14:textId="32DFAD1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="006B1622" w:rsidRPr="006B1622">
        <w:rPr>
          <w:rFonts w:eastAsia="Calibri" w:cs="Times New Roman"/>
          <w:b/>
          <w:lang w:eastAsia="cs-CZ"/>
        </w:rPr>
        <w:t>Dačice ON – tlaková kanalizace, WC pro invalidy, tepelné čerpadlo, zateplení</w:t>
      </w:r>
    </w:p>
    <w:p w14:paraId="421BA2F9" w14:textId="75E3AA8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0E2EDA">
        <w:rPr>
          <w:rFonts w:eastAsia="Calibri" w:cs="Times New Roman"/>
          <w:lang w:eastAsia="cs-CZ"/>
        </w:rPr>
        <w:t xml:space="preserve">dokumentace č. </w:t>
      </w:r>
      <w:r w:rsidR="00D62270" w:rsidRPr="000E2EDA">
        <w:rPr>
          <w:rFonts w:eastAsia="Calibri" w:cs="Times New Roman"/>
          <w:lang w:eastAsia="cs-CZ"/>
        </w:rPr>
        <w:t>1</w:t>
      </w:r>
    </w:p>
    <w:p w14:paraId="394809D7" w14:textId="5A4F36C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6A3E01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34F32A0" w14:textId="77777777" w:rsidR="006B1622" w:rsidRPr="006B1622" w:rsidRDefault="006B1622" w:rsidP="006B1622">
      <w:pPr>
        <w:spacing w:after="0" w:line="240" w:lineRule="auto"/>
        <w:jc w:val="both"/>
        <w:rPr>
          <w:rFonts w:eastAsia="Calibri" w:cs="Calibri"/>
          <w14:ligatures w14:val="standardContextual"/>
        </w:rPr>
      </w:pPr>
      <w:r w:rsidRPr="006B1622">
        <w:rPr>
          <w:rFonts w:eastAsia="Calibri" w:cs="Calibri"/>
          <w14:ligatures w14:val="standardContextual"/>
        </w:rPr>
        <w:t>Není zcela jasné znění bodu 8.6. o stanoveném členu odborného personálu, který nekoresponduje s bodem 8.5., kde není člen odborného personálu "specialista (vedoucí prací) na elektrotechnická zařízení" uveden.</w:t>
      </w:r>
    </w:p>
    <w:p w14:paraId="17D8A60E" w14:textId="62FA31A3" w:rsidR="00BD5319" w:rsidRPr="00BD5319" w:rsidRDefault="00BD5319" w:rsidP="006C6FE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B741A7" w14:textId="539727A2" w:rsidR="00790A31" w:rsidRPr="006C6FEA" w:rsidRDefault="00BD5319" w:rsidP="006C6FE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 w:rsidR="000E2EDA">
        <w:rPr>
          <w:rFonts w:eastAsia="Calibri" w:cs="Times New Roman"/>
          <w:b/>
          <w:lang w:eastAsia="cs-CZ"/>
        </w:rPr>
        <w:t>:</w:t>
      </w:r>
    </w:p>
    <w:p w14:paraId="5F9A7CC2" w14:textId="0AC310E4" w:rsidR="00BD5319" w:rsidRDefault="00A044DC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Zadavatel doplňuje seznam odborného personálu, který je uveden v čl. 8.5 Výzvy k podání nabídky, a to o následujícího člena:</w:t>
      </w:r>
    </w:p>
    <w:p w14:paraId="56A03148" w14:textId="77777777" w:rsidR="00A044DC" w:rsidRDefault="00A044DC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E8F4521" w14:textId="77777777" w:rsidR="00A044DC" w:rsidRPr="00A044DC" w:rsidRDefault="00A044DC" w:rsidP="00C226A8">
      <w:pPr>
        <w:pStyle w:val="Odstavec1-1a"/>
        <w:numPr>
          <w:ilvl w:val="0"/>
          <w:numId w:val="9"/>
        </w:numPr>
        <w:tabs>
          <w:tab w:val="clear" w:pos="1077"/>
          <w:tab w:val="num" w:pos="426"/>
        </w:tabs>
        <w:ind w:left="709" w:hanging="709"/>
        <w:rPr>
          <w:rStyle w:val="Tun9b"/>
        </w:rPr>
      </w:pPr>
      <w:r w:rsidRPr="00A044DC">
        <w:rPr>
          <w:rStyle w:val="Tun9b"/>
        </w:rPr>
        <w:t>specialista (vedoucí prací) na elektrotechnická zařízení</w:t>
      </w:r>
    </w:p>
    <w:p w14:paraId="095BFC87" w14:textId="77777777" w:rsidR="00A044DC" w:rsidRPr="00A044DC" w:rsidRDefault="00A044DC" w:rsidP="00C226A8">
      <w:pPr>
        <w:pStyle w:val="Odrka1-2-"/>
        <w:tabs>
          <w:tab w:val="clear" w:pos="1531"/>
        </w:tabs>
        <w:ind w:left="284" w:hanging="284"/>
      </w:pPr>
      <w:r w:rsidRPr="00A044DC">
        <w:t>nejméně 5 let praxe v oboru své specializace (elektrotechnická zařízení) při provádění staveb;</w:t>
      </w:r>
    </w:p>
    <w:p w14:paraId="28F36C22" w14:textId="77777777" w:rsidR="00A044DC" w:rsidRPr="00A044DC" w:rsidRDefault="00A044DC" w:rsidP="00C226A8">
      <w:pPr>
        <w:pStyle w:val="Odrka1-2-"/>
        <w:tabs>
          <w:tab w:val="clear" w:pos="1531"/>
        </w:tabs>
        <w:ind w:left="284" w:hanging="284"/>
      </w:pPr>
      <w:r w:rsidRPr="00A044DC">
        <w:t xml:space="preserve">musí předložit doklad o autorizaci v rozsahu dle § 5 odst. 3 písm. f) v oboru technika prostředí </w:t>
      </w:r>
      <w:proofErr w:type="gramStart"/>
      <w:r w:rsidRPr="00A044DC">
        <w:t>staveb - specializace</w:t>
      </w:r>
      <w:proofErr w:type="gramEnd"/>
      <w:r w:rsidRPr="00A044DC">
        <w:t xml:space="preserve"> elektrotechnická zařízení autorizačního zákona;</w:t>
      </w:r>
    </w:p>
    <w:p w14:paraId="63A9556B" w14:textId="01834B37" w:rsidR="00A044DC" w:rsidRDefault="00A044DC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Zadavatel tohoto člena personálu doplňuje rovněž do přílohy č. 6 vzoru smlouvy o dílo – nový vzor je uveden v příloze.</w:t>
      </w:r>
    </w:p>
    <w:p w14:paraId="4D933581" w14:textId="77777777" w:rsidR="00A044DC" w:rsidRPr="00BD5319" w:rsidRDefault="00A044DC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0D27FF0" w14:textId="3183D5CA" w:rsidR="000E2EDA" w:rsidRPr="00CB7B5A" w:rsidRDefault="000E2EDA" w:rsidP="000E2E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21D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EB21DE">
        <w:rPr>
          <w:rFonts w:eastAsia="Times New Roman" w:cs="Times New Roman"/>
          <w:b/>
          <w:lang w:eastAsia="cs-CZ"/>
        </w:rPr>
        <w:t>změny/doplnění zadávací dokumentace</w:t>
      </w:r>
      <w:r w:rsidRPr="00EB21D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EB21DE">
        <w:rPr>
          <w:rFonts w:eastAsia="Times New Roman" w:cs="Times New Roman"/>
          <w:lang w:eastAsia="cs-CZ"/>
        </w:rPr>
        <w:br/>
        <w:t>19.10.2023 v </w:t>
      </w:r>
      <w:r w:rsidR="00A044DC" w:rsidRPr="00EB21DE">
        <w:rPr>
          <w:rFonts w:eastAsia="Times New Roman" w:cs="Times New Roman"/>
          <w:lang w:eastAsia="cs-CZ"/>
        </w:rPr>
        <w:t>9</w:t>
      </w:r>
      <w:r w:rsidRPr="00EB21DE">
        <w:rPr>
          <w:rFonts w:eastAsia="Times New Roman" w:cs="Times New Roman"/>
          <w:lang w:eastAsia="cs-CZ"/>
        </w:rPr>
        <w:t>:</w:t>
      </w:r>
      <w:r w:rsidR="00A044DC" w:rsidRPr="00EB21DE">
        <w:rPr>
          <w:rFonts w:eastAsia="Times New Roman" w:cs="Times New Roman"/>
          <w:lang w:eastAsia="cs-CZ"/>
        </w:rPr>
        <w:t>0</w:t>
      </w:r>
      <w:r w:rsidRPr="00EB21DE">
        <w:rPr>
          <w:rFonts w:eastAsia="Times New Roman" w:cs="Times New Roman"/>
          <w:lang w:eastAsia="cs-CZ"/>
        </w:rPr>
        <w:t>0 hod na den 2</w:t>
      </w:r>
      <w:r w:rsidR="00A044DC" w:rsidRPr="00EB21DE">
        <w:rPr>
          <w:rFonts w:eastAsia="Times New Roman" w:cs="Times New Roman"/>
          <w:lang w:eastAsia="cs-CZ"/>
        </w:rPr>
        <w:t>3</w:t>
      </w:r>
      <w:r w:rsidRPr="00EB21DE">
        <w:rPr>
          <w:rFonts w:eastAsia="Times New Roman" w:cs="Times New Roman"/>
          <w:lang w:eastAsia="cs-CZ"/>
        </w:rPr>
        <w:t>.10.2023 v </w:t>
      </w:r>
      <w:r w:rsidR="00A044DC" w:rsidRPr="00EB21DE">
        <w:rPr>
          <w:rFonts w:eastAsia="Times New Roman" w:cs="Times New Roman"/>
          <w:lang w:eastAsia="cs-CZ"/>
        </w:rPr>
        <w:t>9</w:t>
      </w:r>
      <w:r w:rsidRPr="00EB21DE">
        <w:rPr>
          <w:rFonts w:eastAsia="Times New Roman" w:cs="Times New Roman"/>
          <w:lang w:eastAsia="cs-CZ"/>
        </w:rPr>
        <w:t>:00 hod.</w:t>
      </w:r>
    </w:p>
    <w:p w14:paraId="6682EFC2" w14:textId="77777777" w:rsidR="000E2EDA" w:rsidRPr="00CB7B5A" w:rsidRDefault="000E2EDA" w:rsidP="000E2ED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8093A2" w14:textId="77777777" w:rsidR="000E2EDA" w:rsidRPr="00CB7B5A" w:rsidRDefault="000E2EDA" w:rsidP="000E2EDA">
      <w:pPr>
        <w:spacing w:after="0" w:line="240" w:lineRule="auto"/>
        <w:rPr>
          <w:rFonts w:eastAsia="Times New Roman" w:cs="Times New Roman"/>
          <w:lang w:eastAsia="cs-CZ"/>
        </w:rPr>
      </w:pPr>
    </w:p>
    <w:p w14:paraId="25608F2A" w14:textId="309C02FA" w:rsidR="000E2EDA" w:rsidRDefault="000E2EDA" w:rsidP="00C226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2ED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9227421" w14:textId="77777777" w:rsidR="00C226A8" w:rsidRPr="00C226A8" w:rsidRDefault="00C226A8" w:rsidP="00C226A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0EB863" w14:textId="22CAA13B" w:rsidR="006B1622" w:rsidRPr="00C226A8" w:rsidRDefault="000E2EDA" w:rsidP="000E2ED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E2ED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6B1622">
        <w:rPr>
          <w:rFonts w:eastAsia="Calibri" w:cs="Times New Roman"/>
          <w:lang w:eastAsia="cs-CZ"/>
        </w:rPr>
        <w:t>Závazný vzor smlouvy o dílo</w:t>
      </w:r>
    </w:p>
    <w:p w14:paraId="1B3410C6" w14:textId="77777777" w:rsidR="000E2EDA" w:rsidRPr="00CB7B5A" w:rsidRDefault="000E2EDA" w:rsidP="000E2ED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05CF85" w14:textId="77777777" w:rsidR="000E2EDA" w:rsidRPr="00CB7B5A" w:rsidRDefault="000E2EDA" w:rsidP="000E2E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D479D6D" w14:textId="77777777" w:rsidR="000E2ED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7A71FF0" w14:textId="77777777" w:rsidR="000E2ED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A05323E" w14:textId="77777777" w:rsidR="00C226A8" w:rsidRDefault="00C226A8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176D05F" w14:textId="77777777" w:rsidR="000E2EDA" w:rsidRPr="00CB7B5A" w:rsidRDefault="000E2EDA" w:rsidP="000E2ED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ED9401E" w14:textId="77777777" w:rsidR="000E2EDA" w:rsidRPr="00CB7B5A" w:rsidRDefault="000E2EDA" w:rsidP="000E2ED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F7D7586" w14:textId="77777777" w:rsidR="000E2EDA" w:rsidRPr="00CB7B5A" w:rsidRDefault="000E2EDA" w:rsidP="000E2ED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B12591D" w14:textId="77777777" w:rsidR="000E2EDA" w:rsidRPr="00CB7B5A" w:rsidRDefault="000E2EDA" w:rsidP="000E2ED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4873412" w14:textId="52981CF7" w:rsidR="00CB7B5A" w:rsidRPr="00CB7B5A" w:rsidRDefault="000E2EDA" w:rsidP="00C226A8">
      <w:pPr>
        <w:spacing w:after="0" w:line="240" w:lineRule="auto"/>
        <w:ind w:firstLine="1"/>
        <w:rPr>
          <w:rFonts w:eastAsia="Calibri" w:cs="Times New Roman"/>
          <w:b/>
          <w:bCs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8E9FC" w14:textId="77777777" w:rsidR="00C3042B" w:rsidRDefault="00C3042B" w:rsidP="00962258">
      <w:pPr>
        <w:spacing w:after="0" w:line="240" w:lineRule="auto"/>
      </w:pPr>
      <w:r>
        <w:separator/>
      </w:r>
    </w:p>
  </w:endnote>
  <w:endnote w:type="continuationSeparator" w:id="0">
    <w:p w14:paraId="60958DFA" w14:textId="77777777" w:rsidR="00C3042B" w:rsidRDefault="00C304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24EC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463F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2B9D3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3A76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D8904E" w14:textId="77777777" w:rsidR="00F1715C" w:rsidRDefault="00F1715C" w:rsidP="00D831A3">
          <w:pPr>
            <w:pStyle w:val="Zpat"/>
          </w:pPr>
        </w:p>
      </w:tc>
    </w:tr>
  </w:tbl>
  <w:p w14:paraId="2F95E2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1E030D" wp14:editId="5C67C2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955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8CF6CC" wp14:editId="21E4A3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EED2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F3331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1E7C7B" w14:textId="4264921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3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3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9A2F48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B14CAA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AE446D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83DD7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4D31BB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1DAB89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EE71C9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33FBF9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FA6DB2D" w14:textId="77777777" w:rsidR="00712ED1" w:rsidRDefault="00712ED1" w:rsidP="00331004">
          <w:pPr>
            <w:pStyle w:val="Zpat"/>
          </w:pPr>
        </w:p>
      </w:tc>
    </w:tr>
  </w:tbl>
  <w:p w14:paraId="7A0B5BB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25BE97A" wp14:editId="7B18E7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993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568AA59" wp14:editId="1B5BD0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E9DF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CB7E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980EA" w14:textId="77777777" w:rsidR="00C3042B" w:rsidRDefault="00C3042B" w:rsidP="00962258">
      <w:pPr>
        <w:spacing w:after="0" w:line="240" w:lineRule="auto"/>
      </w:pPr>
      <w:r>
        <w:separator/>
      </w:r>
    </w:p>
  </w:footnote>
  <w:footnote w:type="continuationSeparator" w:id="0">
    <w:p w14:paraId="20E07707" w14:textId="77777777" w:rsidR="00C3042B" w:rsidRDefault="00C304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F6BF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6B21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F4F6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91FF29" w14:textId="77777777" w:rsidR="00F1715C" w:rsidRPr="00D6163D" w:rsidRDefault="00F1715C" w:rsidP="00D6163D">
          <w:pPr>
            <w:pStyle w:val="Druhdokumentu"/>
          </w:pPr>
        </w:p>
      </w:tc>
    </w:tr>
  </w:tbl>
  <w:p w14:paraId="5A1128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028C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C4B85D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B6D22C6" wp14:editId="04DBF95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5F88E24" wp14:editId="2B71BC4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657853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17D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8D47A7" w14:textId="77777777" w:rsidR="00F1715C" w:rsidRPr="00D6163D" w:rsidRDefault="00F1715C" w:rsidP="00FC6389">
          <w:pPr>
            <w:pStyle w:val="Druhdokumentu"/>
          </w:pPr>
        </w:p>
      </w:tc>
    </w:tr>
    <w:tr w:rsidR="00F64786" w14:paraId="23E905C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DA21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37C4FE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8D119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9086E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5505797" wp14:editId="363D22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C4D26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C9428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2CAC60E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29173705">
    <w:abstractNumId w:val="2"/>
  </w:num>
  <w:num w:numId="2" w16cid:durableId="1662345493">
    <w:abstractNumId w:val="1"/>
  </w:num>
  <w:num w:numId="3" w16cid:durableId="771121314">
    <w:abstractNumId w:val="3"/>
  </w:num>
  <w:num w:numId="4" w16cid:durableId="1417091218">
    <w:abstractNumId w:val="8"/>
  </w:num>
  <w:num w:numId="5" w16cid:durableId="1634940130">
    <w:abstractNumId w:val="0"/>
  </w:num>
  <w:num w:numId="6" w16cid:durableId="2135294954">
    <w:abstractNumId w:val="5"/>
  </w:num>
  <w:num w:numId="7" w16cid:durableId="1479418213">
    <w:abstractNumId w:val="7"/>
  </w:num>
  <w:num w:numId="8" w16cid:durableId="1468157840">
    <w:abstractNumId w:val="4"/>
  </w:num>
  <w:num w:numId="9" w16cid:durableId="19892857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2EDA"/>
    <w:rsid w:val="00114472"/>
    <w:rsid w:val="00170EC5"/>
    <w:rsid w:val="001747C1"/>
    <w:rsid w:val="0018596A"/>
    <w:rsid w:val="001B69C2"/>
    <w:rsid w:val="001C4DA0"/>
    <w:rsid w:val="00207DF5"/>
    <w:rsid w:val="00231BDD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4B80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1622"/>
    <w:rsid w:val="006B3D79"/>
    <w:rsid w:val="006C6FEA"/>
    <w:rsid w:val="006E0578"/>
    <w:rsid w:val="006E314D"/>
    <w:rsid w:val="006E7F06"/>
    <w:rsid w:val="00710723"/>
    <w:rsid w:val="00712ED1"/>
    <w:rsid w:val="007143C6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0A31"/>
    <w:rsid w:val="007B570C"/>
    <w:rsid w:val="007C7B62"/>
    <w:rsid w:val="007E4A6E"/>
    <w:rsid w:val="007F56A7"/>
    <w:rsid w:val="00807DD0"/>
    <w:rsid w:val="00813F11"/>
    <w:rsid w:val="00867A7E"/>
    <w:rsid w:val="00882FD2"/>
    <w:rsid w:val="00891334"/>
    <w:rsid w:val="008A3568"/>
    <w:rsid w:val="008B174D"/>
    <w:rsid w:val="008D03B9"/>
    <w:rsid w:val="008F18D6"/>
    <w:rsid w:val="00904780"/>
    <w:rsid w:val="009113A8"/>
    <w:rsid w:val="00922385"/>
    <w:rsid w:val="009223DF"/>
    <w:rsid w:val="00936091"/>
    <w:rsid w:val="00940D8A"/>
    <w:rsid w:val="009523E9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044D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26A8"/>
    <w:rsid w:val="00C3042B"/>
    <w:rsid w:val="00C30759"/>
    <w:rsid w:val="00C44F6A"/>
    <w:rsid w:val="00C70410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2270"/>
    <w:rsid w:val="00D63009"/>
    <w:rsid w:val="00D72FD6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7CB7"/>
    <w:rsid w:val="00EB104F"/>
    <w:rsid w:val="00EB21DE"/>
    <w:rsid w:val="00ED14BD"/>
    <w:rsid w:val="00F01440"/>
    <w:rsid w:val="00F12DEC"/>
    <w:rsid w:val="00F1715C"/>
    <w:rsid w:val="00F23EDB"/>
    <w:rsid w:val="00F310F8"/>
    <w:rsid w:val="00F35939"/>
    <w:rsid w:val="00F45607"/>
    <w:rsid w:val="00F64786"/>
    <w:rsid w:val="00F659EB"/>
    <w:rsid w:val="00F757C2"/>
    <w:rsid w:val="00F804A7"/>
    <w:rsid w:val="00F862D6"/>
    <w:rsid w:val="00F86BA6"/>
    <w:rsid w:val="00FC6389"/>
    <w:rsid w:val="00FC700B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79DBD7"/>
  <w14:defaultImageDpi w14:val="32767"/>
  <w15:docId w15:val="{F97F965C-B198-4690-9DA0-41B61615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044DC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044DC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044DC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044DC"/>
    <w:pPr>
      <w:spacing w:after="120"/>
      <w:jc w:val="both"/>
    </w:pPr>
  </w:style>
  <w:style w:type="character" w:customStyle="1" w:styleId="Tun9b">
    <w:name w:val="_Tučně 9b"/>
    <w:basedOn w:val="Standardnpsmoodstavce"/>
    <w:uiPriority w:val="1"/>
    <w:qFormat/>
    <w:rsid w:val="00A044D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EA59A6E-7484-4AC4-8B68-40A8FCCE56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62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18</cp:revision>
  <cp:lastPrinted>2019-02-22T13:28:00Z</cp:lastPrinted>
  <dcterms:created xsi:type="dcterms:W3CDTF">2023-08-15T21:04:00Z</dcterms:created>
  <dcterms:modified xsi:type="dcterms:W3CDTF">2023-10-11T11:40:00Z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